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DC" w:rsidRPr="00305E1D" w:rsidRDefault="00CB4896" w:rsidP="00FA6E0C">
      <w:pPr>
        <w:outlineLvl w:val="0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SIMPLE DEVOTED AND TRUE</w:t>
      </w:r>
    </w:p>
    <w:p w:rsidR="00BC478D" w:rsidRPr="00FA6E0C" w:rsidRDefault="00F46EDC" w:rsidP="00FA6E0C">
      <w:pPr>
        <w:outlineLvl w:val="0"/>
        <w:rPr>
          <w:rFonts w:ascii="Century Gothic" w:hAnsi="Century Gothic"/>
          <w:b/>
          <w:sz w:val="22"/>
        </w:rPr>
      </w:pPr>
      <w:r w:rsidRPr="00305E1D">
        <w:rPr>
          <w:rFonts w:ascii="Century Gothic" w:hAnsi="Century Gothic"/>
          <w:sz w:val="22"/>
          <w:szCs w:val="44"/>
        </w:rPr>
        <w:t>Michele Wagner</w:t>
      </w:r>
      <w:r w:rsidR="00FA6E0C">
        <w:rPr>
          <w:rFonts w:ascii="Century Gothic" w:hAnsi="Century Gothic"/>
          <w:sz w:val="22"/>
          <w:szCs w:val="44"/>
        </w:rPr>
        <w:t xml:space="preserve">                                                                                                 </w:t>
      </w:r>
    </w:p>
    <w:p w:rsidR="00035858" w:rsidRDefault="00035858" w:rsidP="0084126F">
      <w:pPr>
        <w:rPr>
          <w:b/>
        </w:rPr>
      </w:pPr>
    </w:p>
    <w:p w:rsidR="0084126F" w:rsidRPr="00F83CAC" w:rsidRDefault="00F46EDC" w:rsidP="00FA6E0C">
      <w:pPr>
        <w:outlineLvl w:val="0"/>
        <w:rPr>
          <w:b/>
        </w:rPr>
      </w:pPr>
      <w:r w:rsidRPr="00F83CAC">
        <w:rPr>
          <w:b/>
        </w:rPr>
        <w:t>Chorus</w:t>
      </w:r>
      <w:r w:rsidR="007966FC">
        <w:rPr>
          <w:b/>
        </w:rPr>
        <w:t xml:space="preserve"> </w:t>
      </w:r>
    </w:p>
    <w:p w:rsidR="00F46EDC" w:rsidRPr="00F83CAC" w:rsidRDefault="00F46EDC" w:rsidP="00BC49E6">
      <w:pPr>
        <w:rPr>
          <w:b/>
        </w:rPr>
      </w:pPr>
      <w:r w:rsidRPr="00F83CAC">
        <w:rPr>
          <w:b/>
        </w:rPr>
        <w:t>G          G/</w:t>
      </w:r>
      <w:r w:rsidR="00923035">
        <w:rPr>
          <w:b/>
        </w:rPr>
        <w:t xml:space="preserve">B               C2            </w:t>
      </w:r>
      <w:r w:rsidR="00035858">
        <w:rPr>
          <w:b/>
        </w:rPr>
        <w:t xml:space="preserve">Dsus       </w:t>
      </w:r>
      <w:r w:rsidRPr="00F83CAC">
        <w:rPr>
          <w:b/>
        </w:rPr>
        <w:t>D</w:t>
      </w:r>
    </w:p>
    <w:p w:rsidR="00F46EDC" w:rsidRPr="00F83CAC" w:rsidRDefault="00F46EDC" w:rsidP="00FA6E0C">
      <w:pPr>
        <w:outlineLvl w:val="0"/>
      </w:pPr>
      <w:r w:rsidRPr="00F83CAC">
        <w:t>Simple Devoted and True is the way I’ve got to</w:t>
      </w:r>
    </w:p>
    <w:p w:rsidR="00F46EDC" w:rsidRPr="00F83CAC" w:rsidRDefault="00F46EDC" w:rsidP="00F46EDC">
      <w:pPr>
        <w:rPr>
          <w:b/>
        </w:rPr>
      </w:pPr>
      <w:r w:rsidRPr="00F83CAC">
        <w:rPr>
          <w:b/>
        </w:rPr>
        <w:t xml:space="preserve">G          </w:t>
      </w:r>
      <w:r w:rsidR="00BC7C9E">
        <w:rPr>
          <w:b/>
        </w:rPr>
        <w:t xml:space="preserve">     </w:t>
      </w:r>
      <w:r w:rsidR="00D2357F">
        <w:rPr>
          <w:b/>
        </w:rPr>
        <w:t xml:space="preserve"> </w:t>
      </w:r>
      <w:r w:rsidR="00BC7C9E">
        <w:rPr>
          <w:b/>
        </w:rPr>
        <w:t xml:space="preserve">G/B             </w:t>
      </w:r>
      <w:r w:rsidRPr="00F83CAC">
        <w:rPr>
          <w:b/>
        </w:rPr>
        <w:t>C</w:t>
      </w:r>
      <w:r w:rsidR="00D2357F">
        <w:rPr>
          <w:b/>
        </w:rPr>
        <w:t xml:space="preserve">2           </w:t>
      </w:r>
      <w:r w:rsidR="00305E1D">
        <w:rPr>
          <w:b/>
        </w:rPr>
        <w:t xml:space="preserve">Dsus       </w:t>
      </w:r>
      <w:r w:rsidRPr="00F83CAC">
        <w:rPr>
          <w:b/>
        </w:rPr>
        <w:t>D</w:t>
      </w:r>
    </w:p>
    <w:p w:rsidR="00F46EDC" w:rsidRPr="00F83CAC" w:rsidRDefault="00F46EDC" w:rsidP="00FA6E0C">
      <w:pPr>
        <w:outlineLvl w:val="0"/>
      </w:pPr>
      <w:r w:rsidRPr="00F83CAC">
        <w:t xml:space="preserve">Live all my life just for you every day and night </w:t>
      </w:r>
    </w:p>
    <w:p w:rsidR="003A25CB" w:rsidRPr="00F83CAC" w:rsidRDefault="00F46EDC" w:rsidP="00BC49E6">
      <w:pPr>
        <w:rPr>
          <w:b/>
        </w:rPr>
      </w:pPr>
      <w:r w:rsidRPr="00F83CAC">
        <w:rPr>
          <w:b/>
        </w:rPr>
        <w:t xml:space="preserve">Bsus  </w:t>
      </w:r>
      <w:r w:rsidR="00BC478D">
        <w:rPr>
          <w:b/>
        </w:rPr>
        <w:t xml:space="preserve">  B       </w:t>
      </w:r>
      <w:r w:rsidR="00C1585F">
        <w:rPr>
          <w:b/>
        </w:rPr>
        <w:t xml:space="preserve">Em   </w:t>
      </w:r>
      <w:r w:rsidR="006E110F" w:rsidRPr="00F83CAC">
        <w:rPr>
          <w:b/>
        </w:rPr>
        <w:t xml:space="preserve">Asus </w:t>
      </w:r>
      <w:r w:rsidRPr="00F83CAC">
        <w:rPr>
          <w:b/>
        </w:rPr>
        <w:t xml:space="preserve">A </w:t>
      </w:r>
      <w:r w:rsidR="006E110F" w:rsidRPr="00F83CAC">
        <w:rPr>
          <w:b/>
        </w:rPr>
        <w:t xml:space="preserve">  </w:t>
      </w:r>
      <w:r w:rsidRPr="00F83CAC">
        <w:rPr>
          <w:b/>
        </w:rPr>
        <w:t xml:space="preserve">CM7 </w:t>
      </w:r>
    </w:p>
    <w:p w:rsidR="003A25CB" w:rsidRPr="00D2357F" w:rsidRDefault="00F46EDC" w:rsidP="00BC49E6">
      <w:pPr>
        <w:rPr>
          <w:b/>
        </w:rPr>
      </w:pPr>
      <w:r w:rsidRPr="00F83CAC">
        <w:t xml:space="preserve">Lord I pray I </w:t>
      </w:r>
      <w:r w:rsidR="00DE63D9" w:rsidRPr="00F83CAC">
        <w:t xml:space="preserve">stay </w:t>
      </w:r>
      <w:r w:rsidR="00EF700B">
        <w:t>following</w:t>
      </w:r>
      <w:r w:rsidRPr="00F83CAC">
        <w:t xml:space="preserve"> you</w:t>
      </w:r>
      <w:r w:rsidR="007131EB">
        <w:t xml:space="preserve"> </w:t>
      </w:r>
      <w:r w:rsidR="009C16C1">
        <w:t xml:space="preserve"> </w:t>
      </w:r>
      <w:r w:rsidR="007131EB">
        <w:t xml:space="preserve"> </w:t>
      </w:r>
      <w:r w:rsidR="000E0A9C">
        <w:rPr>
          <w:b/>
        </w:rPr>
        <w:t xml:space="preserve"> </w:t>
      </w:r>
      <w:r w:rsidR="00DE63D9">
        <w:t xml:space="preserve">(* </w:t>
      </w:r>
      <w:r w:rsidR="00DE63D9">
        <w:rPr>
          <w:b/>
        </w:rPr>
        <w:t xml:space="preserve">last time to </w:t>
      </w:r>
      <w:r w:rsidR="00D2357F" w:rsidRPr="00D2357F">
        <w:rPr>
          <w:b/>
        </w:rPr>
        <w:t>Mod Chorus</w:t>
      </w:r>
      <w:r w:rsidR="00D2357F">
        <w:rPr>
          <w:b/>
        </w:rPr>
        <w:t>)</w:t>
      </w:r>
      <w:r w:rsidR="00D2357F" w:rsidRPr="00D2357F">
        <w:rPr>
          <w:b/>
        </w:rPr>
        <w:t xml:space="preserve"> </w:t>
      </w:r>
    </w:p>
    <w:p w:rsidR="003A25CB" w:rsidRPr="00F83CAC" w:rsidRDefault="00C821CB" w:rsidP="00BC49E6">
      <w:pPr>
        <w:rPr>
          <w:b/>
        </w:rPr>
      </w:pPr>
      <w:r>
        <w:rPr>
          <w:b/>
        </w:rPr>
        <w:t>C/</w:t>
      </w:r>
      <w:r w:rsidR="00BC478D">
        <w:rPr>
          <w:b/>
        </w:rPr>
        <w:t xml:space="preserve">D        </w:t>
      </w:r>
      <w:r w:rsidR="00047271">
        <w:rPr>
          <w:b/>
        </w:rPr>
        <w:t xml:space="preserve">  D                </w:t>
      </w:r>
      <w:r w:rsidR="003A25CB" w:rsidRPr="00F83CAC">
        <w:rPr>
          <w:b/>
        </w:rPr>
        <w:t>G</w:t>
      </w:r>
      <w:r w:rsidR="00135E5E">
        <w:rPr>
          <w:b/>
        </w:rPr>
        <w:t xml:space="preserve">       </w:t>
      </w:r>
      <w:r w:rsidR="008243D2" w:rsidRPr="00F83CAC">
        <w:rPr>
          <w:b/>
        </w:rPr>
        <w:t xml:space="preserve"> </w:t>
      </w:r>
    </w:p>
    <w:p w:rsidR="00047271" w:rsidRDefault="00F46EDC" w:rsidP="00BC49E6">
      <w:pPr>
        <w:rPr>
          <w:b/>
        </w:rPr>
      </w:pPr>
      <w:r w:rsidRPr="00F83CAC">
        <w:t>Simple Devoted and True</w:t>
      </w:r>
      <w:r w:rsidR="008243D2" w:rsidRPr="00F83CAC">
        <w:rPr>
          <w:b/>
        </w:rPr>
        <w:t xml:space="preserve">  </w:t>
      </w:r>
      <w:r w:rsidR="00D2357F">
        <w:rPr>
          <w:b/>
        </w:rPr>
        <w:t xml:space="preserve">  </w:t>
      </w:r>
    </w:p>
    <w:p w:rsidR="00C821CB" w:rsidRDefault="00C821CB" w:rsidP="00BC49E6">
      <w:pPr>
        <w:rPr>
          <w:b/>
        </w:rPr>
      </w:pPr>
    </w:p>
    <w:p w:rsidR="003A25CB" w:rsidRPr="00F83CAC" w:rsidRDefault="00F46EDC" w:rsidP="00FA6E0C">
      <w:pPr>
        <w:outlineLvl w:val="0"/>
        <w:rPr>
          <w:b/>
        </w:rPr>
      </w:pPr>
      <w:r w:rsidRPr="00F83CAC">
        <w:rPr>
          <w:b/>
        </w:rPr>
        <w:t>Verse</w:t>
      </w:r>
      <w:r w:rsidR="003A25CB" w:rsidRPr="00F83CAC">
        <w:rPr>
          <w:b/>
        </w:rPr>
        <w:t xml:space="preserve"> 1</w:t>
      </w:r>
    </w:p>
    <w:p w:rsidR="00F46EDC" w:rsidRPr="00047271" w:rsidRDefault="006E110F" w:rsidP="00BC49E6">
      <w:pPr>
        <w:rPr>
          <w:b/>
        </w:rPr>
      </w:pPr>
      <w:r w:rsidRPr="00F83CAC">
        <w:rPr>
          <w:b/>
        </w:rPr>
        <w:t>G</w:t>
      </w:r>
      <w:r w:rsidR="003A25CB" w:rsidRPr="00F83CAC">
        <w:rPr>
          <w:b/>
        </w:rPr>
        <w:t xml:space="preserve">   </w:t>
      </w:r>
      <w:r w:rsidR="00305E1D">
        <w:rPr>
          <w:b/>
        </w:rPr>
        <w:t xml:space="preserve">            </w:t>
      </w:r>
      <w:proofErr w:type="gramStart"/>
      <w:r w:rsidR="00305E1D">
        <w:rPr>
          <w:b/>
        </w:rPr>
        <w:t xml:space="preserve">Am7             </w:t>
      </w:r>
      <w:r w:rsidR="003A25CB" w:rsidRPr="00F83CAC">
        <w:rPr>
          <w:b/>
        </w:rPr>
        <w:t>Bm</w:t>
      </w:r>
      <w:r w:rsidR="009439F3">
        <w:rPr>
          <w:b/>
        </w:rPr>
        <w:t xml:space="preserve">    </w:t>
      </w:r>
      <w:proofErr w:type="gramEnd"/>
      <w:r w:rsidR="009439F3">
        <w:rPr>
          <w:b/>
        </w:rPr>
        <w:t xml:space="preserve"> Em          </w:t>
      </w:r>
      <w:r w:rsidR="00047271">
        <w:rPr>
          <w:b/>
        </w:rPr>
        <w:t xml:space="preserve">C           D            </w:t>
      </w:r>
      <w:r w:rsidR="003A25CB" w:rsidRPr="00F83CAC">
        <w:rPr>
          <w:b/>
        </w:rPr>
        <w:t>G</w:t>
      </w:r>
      <w:r w:rsidR="00047271">
        <w:rPr>
          <w:b/>
        </w:rPr>
        <w:t xml:space="preserve">   </w:t>
      </w:r>
    </w:p>
    <w:p w:rsidR="003A25CB" w:rsidRPr="00F83CAC" w:rsidRDefault="003A25CB" w:rsidP="00BC49E6">
      <w:r w:rsidRPr="00F83CAC">
        <w:t xml:space="preserve">Cause this world can be heavy </w:t>
      </w:r>
      <w:r w:rsidR="009439F3" w:rsidRPr="00F83CAC">
        <w:t>load</w:t>
      </w:r>
      <w:r w:rsidR="009439F3">
        <w:t xml:space="preserve"> that</w:t>
      </w:r>
      <w:r w:rsidRPr="00F83CAC">
        <w:t xml:space="preserve"> my soul just can’t bear</w:t>
      </w:r>
      <w:r w:rsidR="00047271">
        <w:t xml:space="preserve">   </w:t>
      </w:r>
    </w:p>
    <w:p w:rsidR="003A25CB" w:rsidRPr="00F83CAC" w:rsidRDefault="003A25CB" w:rsidP="00FA6E0C">
      <w:pPr>
        <w:outlineLvl w:val="0"/>
        <w:rPr>
          <w:b/>
        </w:rPr>
      </w:pPr>
      <w:r w:rsidRPr="00F83CAC">
        <w:rPr>
          <w:b/>
        </w:rPr>
        <w:t>Em          A          D          G</w:t>
      </w:r>
      <w:r w:rsidR="00551CE5">
        <w:rPr>
          <w:b/>
        </w:rPr>
        <w:t xml:space="preserve">          </w:t>
      </w:r>
      <w:r w:rsidR="00E774C7">
        <w:rPr>
          <w:b/>
        </w:rPr>
        <w:t xml:space="preserve">Am7              </w:t>
      </w:r>
      <w:r w:rsidR="00D2357F">
        <w:rPr>
          <w:b/>
        </w:rPr>
        <w:t xml:space="preserve"> </w:t>
      </w:r>
      <w:proofErr w:type="gramStart"/>
      <w:r w:rsidR="006E110F" w:rsidRPr="00F83CAC">
        <w:rPr>
          <w:b/>
        </w:rPr>
        <w:t>D</w:t>
      </w:r>
      <w:r w:rsidR="00C821CB">
        <w:rPr>
          <w:b/>
        </w:rPr>
        <w:t xml:space="preserve">sus  </w:t>
      </w:r>
      <w:r w:rsidR="00E774C7">
        <w:rPr>
          <w:b/>
        </w:rPr>
        <w:t>D</w:t>
      </w:r>
      <w:proofErr w:type="gramEnd"/>
    </w:p>
    <w:p w:rsidR="003A25CB" w:rsidRPr="00F83CAC" w:rsidRDefault="003A25CB" w:rsidP="00BC49E6">
      <w:r w:rsidRPr="00F83CAC">
        <w:t xml:space="preserve">Unless I learn to trust to </w:t>
      </w:r>
      <w:r w:rsidR="009439F3" w:rsidRPr="00F83CAC">
        <w:t xml:space="preserve">you </w:t>
      </w:r>
      <w:r w:rsidR="009439F3">
        <w:t>my</w:t>
      </w:r>
      <w:r w:rsidRPr="00F83CAC">
        <w:t xml:space="preserve"> worries and my cares</w:t>
      </w:r>
    </w:p>
    <w:p w:rsidR="00830844" w:rsidRDefault="006E110F" w:rsidP="00BC49E6">
      <w:pPr>
        <w:rPr>
          <w:b/>
        </w:rPr>
      </w:pPr>
      <w:r w:rsidRPr="00F83CAC">
        <w:rPr>
          <w:b/>
        </w:rPr>
        <w:t>G</w:t>
      </w:r>
      <w:r w:rsidR="00305E1D">
        <w:rPr>
          <w:b/>
        </w:rPr>
        <w:t xml:space="preserve">     </w:t>
      </w:r>
      <w:r w:rsidR="000654E5" w:rsidRPr="00F83CAC">
        <w:rPr>
          <w:b/>
        </w:rPr>
        <w:t xml:space="preserve"> </w:t>
      </w:r>
      <w:r w:rsidRPr="00F83CAC">
        <w:rPr>
          <w:b/>
        </w:rPr>
        <w:t xml:space="preserve"> </w:t>
      </w:r>
      <w:proofErr w:type="gramStart"/>
      <w:r w:rsidR="00305E1D">
        <w:rPr>
          <w:b/>
        </w:rPr>
        <w:t xml:space="preserve">Am7   </w:t>
      </w:r>
      <w:r w:rsidR="000654E5" w:rsidRPr="00F83CAC">
        <w:rPr>
          <w:b/>
        </w:rPr>
        <w:t xml:space="preserve">Bm       </w:t>
      </w:r>
      <w:r w:rsidR="00305E1D">
        <w:rPr>
          <w:b/>
        </w:rPr>
        <w:t xml:space="preserve">      </w:t>
      </w:r>
      <w:proofErr w:type="gramEnd"/>
      <w:r w:rsidR="00305E1D">
        <w:rPr>
          <w:b/>
        </w:rPr>
        <w:t xml:space="preserve"> </w:t>
      </w:r>
      <w:r w:rsidR="000654E5" w:rsidRPr="00F83CAC">
        <w:rPr>
          <w:b/>
        </w:rPr>
        <w:t xml:space="preserve">Em   </w:t>
      </w:r>
      <w:r w:rsidR="00BC478D">
        <w:rPr>
          <w:b/>
        </w:rPr>
        <w:t xml:space="preserve">                 </w:t>
      </w:r>
      <w:r w:rsidR="00305E1D">
        <w:rPr>
          <w:b/>
        </w:rPr>
        <w:t xml:space="preserve">C               </w:t>
      </w:r>
      <w:r w:rsidR="00E774C7">
        <w:rPr>
          <w:b/>
        </w:rPr>
        <w:t xml:space="preserve">D          </w:t>
      </w:r>
      <w:r w:rsidR="000654E5" w:rsidRPr="00F83CAC">
        <w:rPr>
          <w:b/>
        </w:rPr>
        <w:t>G</w:t>
      </w:r>
      <w:r w:rsidR="00C74FD0">
        <w:rPr>
          <w:b/>
        </w:rPr>
        <w:t xml:space="preserve">  </w:t>
      </w:r>
    </w:p>
    <w:p w:rsidR="003A25CB" w:rsidRPr="00923035" w:rsidRDefault="003A25CB" w:rsidP="00BC49E6">
      <w:pPr>
        <w:rPr>
          <w:b/>
        </w:rPr>
      </w:pPr>
      <w:r w:rsidRPr="00F83CAC">
        <w:t xml:space="preserve">And I know there will be </w:t>
      </w:r>
      <w:r w:rsidR="00135E5E" w:rsidRPr="00F83CAC">
        <w:t>those</w:t>
      </w:r>
      <w:r w:rsidR="00135E5E">
        <w:t xml:space="preserve"> who</w:t>
      </w:r>
      <w:r w:rsidRPr="00F83CAC">
        <w:t xml:space="preserve"> will have their words to say</w:t>
      </w:r>
      <w:r w:rsidR="00C74FD0">
        <w:t xml:space="preserve">  </w:t>
      </w:r>
    </w:p>
    <w:p w:rsidR="003A25CB" w:rsidRPr="00F83CAC" w:rsidRDefault="00305E1D" w:rsidP="00FA6E0C">
      <w:pPr>
        <w:outlineLvl w:val="0"/>
      </w:pPr>
      <w:r>
        <w:rPr>
          <w:b/>
        </w:rPr>
        <w:t xml:space="preserve">        </w:t>
      </w:r>
      <w:r w:rsidR="000654E5" w:rsidRPr="00F83CAC">
        <w:rPr>
          <w:b/>
        </w:rPr>
        <w:t xml:space="preserve">Em </w:t>
      </w:r>
      <w:r>
        <w:rPr>
          <w:b/>
        </w:rPr>
        <w:t xml:space="preserve">                      A                   D              </w:t>
      </w:r>
      <w:r w:rsidR="000654E5" w:rsidRPr="00F83CAC">
        <w:rPr>
          <w:b/>
        </w:rPr>
        <w:t xml:space="preserve">G          </w:t>
      </w:r>
    </w:p>
    <w:p w:rsidR="003A25CB" w:rsidRPr="00F83CAC" w:rsidRDefault="003A25CB" w:rsidP="00BC49E6">
      <w:r w:rsidRPr="00F83CAC">
        <w:t xml:space="preserve">And wrong may seem </w:t>
      </w:r>
      <w:r w:rsidR="00135E5E" w:rsidRPr="00F83CAC">
        <w:t xml:space="preserve">right </w:t>
      </w:r>
      <w:r w:rsidR="00135E5E">
        <w:t>through</w:t>
      </w:r>
      <w:r w:rsidRPr="00F83CAC">
        <w:t xml:space="preserve"> imperfect eyes</w:t>
      </w:r>
    </w:p>
    <w:p w:rsidR="003A25CB" w:rsidRPr="00F83CAC" w:rsidRDefault="000654E5" w:rsidP="00FA6E0C">
      <w:pPr>
        <w:outlineLvl w:val="0"/>
        <w:rPr>
          <w:b/>
        </w:rPr>
      </w:pPr>
      <w:r w:rsidRPr="00F83CAC">
        <w:rPr>
          <w:b/>
        </w:rPr>
        <w:t>Am</w:t>
      </w:r>
      <w:r w:rsidR="006E110F" w:rsidRPr="00F83CAC">
        <w:rPr>
          <w:b/>
        </w:rPr>
        <w:t xml:space="preserve">7                       </w:t>
      </w:r>
      <w:r w:rsidR="00C821CB">
        <w:rPr>
          <w:b/>
        </w:rPr>
        <w:t xml:space="preserve">Dsus   </w:t>
      </w:r>
      <w:r w:rsidRPr="00F83CAC">
        <w:rPr>
          <w:b/>
        </w:rPr>
        <w:t>D</w:t>
      </w:r>
    </w:p>
    <w:p w:rsidR="000654E5" w:rsidRPr="00F83CAC" w:rsidRDefault="006A0237" w:rsidP="00EF700B">
      <w:pPr>
        <w:rPr>
          <w:b/>
        </w:rPr>
      </w:pPr>
      <w:r>
        <w:t>And I know I must stay</w:t>
      </w:r>
      <w:r w:rsidR="00EF700B">
        <w:t xml:space="preserve">           </w:t>
      </w:r>
    </w:p>
    <w:p w:rsidR="00830844" w:rsidRDefault="00830844" w:rsidP="00BC49E6">
      <w:pPr>
        <w:rPr>
          <w:b/>
        </w:rPr>
      </w:pPr>
    </w:p>
    <w:p w:rsidR="004E4FDA" w:rsidRDefault="00830844" w:rsidP="00BC49E6">
      <w:pPr>
        <w:rPr>
          <w:b/>
        </w:rPr>
      </w:pPr>
      <w:r>
        <w:rPr>
          <w:b/>
        </w:rPr>
        <w:t>Chorus</w:t>
      </w:r>
    </w:p>
    <w:p w:rsidR="00830844" w:rsidRDefault="00830844" w:rsidP="00FA6E0C">
      <w:pPr>
        <w:outlineLvl w:val="0"/>
        <w:rPr>
          <w:b/>
        </w:rPr>
      </w:pPr>
    </w:p>
    <w:p w:rsidR="003A25CB" w:rsidRPr="00F83CAC" w:rsidRDefault="000654E5" w:rsidP="00FA6E0C">
      <w:pPr>
        <w:outlineLvl w:val="0"/>
        <w:rPr>
          <w:b/>
        </w:rPr>
      </w:pPr>
      <w:r w:rsidRPr="00F83CAC">
        <w:rPr>
          <w:b/>
        </w:rPr>
        <w:t>Verse 2</w:t>
      </w:r>
    </w:p>
    <w:p w:rsidR="000654E5" w:rsidRPr="00F83CAC" w:rsidRDefault="00C6305A" w:rsidP="000654E5">
      <w:pPr>
        <w:rPr>
          <w:b/>
        </w:rPr>
      </w:pPr>
      <w:r>
        <w:rPr>
          <w:b/>
        </w:rPr>
        <w:t xml:space="preserve">G            </w:t>
      </w:r>
      <w:proofErr w:type="gramStart"/>
      <w:r w:rsidR="00305E1D">
        <w:rPr>
          <w:b/>
        </w:rPr>
        <w:t xml:space="preserve">Am7        </w:t>
      </w:r>
      <w:r w:rsidR="000654E5" w:rsidRPr="00F83CAC">
        <w:rPr>
          <w:b/>
        </w:rPr>
        <w:t xml:space="preserve"> </w:t>
      </w:r>
      <w:r>
        <w:rPr>
          <w:b/>
        </w:rPr>
        <w:t xml:space="preserve"> </w:t>
      </w:r>
      <w:r w:rsidR="000654E5" w:rsidRPr="00F83CAC">
        <w:rPr>
          <w:b/>
        </w:rPr>
        <w:t xml:space="preserve">Bm      </w:t>
      </w:r>
      <w:r w:rsidR="008243D2" w:rsidRPr="00F83CAC">
        <w:rPr>
          <w:b/>
        </w:rPr>
        <w:t xml:space="preserve"> </w:t>
      </w:r>
      <w:proofErr w:type="gramEnd"/>
      <w:r w:rsidR="008243D2" w:rsidRPr="00F83CAC">
        <w:rPr>
          <w:b/>
        </w:rPr>
        <w:t xml:space="preserve"> </w:t>
      </w:r>
      <w:r w:rsidR="000654E5" w:rsidRPr="00F83CAC">
        <w:rPr>
          <w:b/>
        </w:rPr>
        <w:t xml:space="preserve">Em    </w:t>
      </w:r>
      <w:r w:rsidR="00923035">
        <w:rPr>
          <w:b/>
        </w:rPr>
        <w:t xml:space="preserve">        </w:t>
      </w:r>
      <w:r w:rsidR="000654E5" w:rsidRPr="00F83CAC">
        <w:rPr>
          <w:b/>
        </w:rPr>
        <w:t xml:space="preserve">C                  </w:t>
      </w:r>
      <w:r w:rsidR="008243D2" w:rsidRPr="00F83CAC">
        <w:rPr>
          <w:b/>
        </w:rPr>
        <w:t xml:space="preserve">      </w:t>
      </w:r>
      <w:r w:rsidR="00BC478D">
        <w:rPr>
          <w:b/>
        </w:rPr>
        <w:t xml:space="preserve">D             </w:t>
      </w:r>
      <w:r w:rsidR="008243D2" w:rsidRPr="00F83CAC">
        <w:rPr>
          <w:b/>
        </w:rPr>
        <w:t xml:space="preserve"> </w:t>
      </w:r>
      <w:r w:rsidR="000654E5" w:rsidRPr="00F83CAC">
        <w:rPr>
          <w:b/>
        </w:rPr>
        <w:t>G</w:t>
      </w:r>
      <w:r>
        <w:rPr>
          <w:b/>
        </w:rPr>
        <w:t xml:space="preserve">   </w:t>
      </w:r>
    </w:p>
    <w:p w:rsidR="000654E5" w:rsidRPr="00F83CAC" w:rsidRDefault="000654E5" w:rsidP="00BC49E6">
      <w:r w:rsidRPr="00F83CAC">
        <w:t xml:space="preserve">With my mind I can plan my </w:t>
      </w:r>
      <w:r w:rsidR="00135E5E" w:rsidRPr="00F83CAC">
        <w:t>way</w:t>
      </w:r>
      <w:r w:rsidR="00135E5E">
        <w:t xml:space="preserve"> </w:t>
      </w:r>
      <w:r w:rsidR="00135E5E" w:rsidRPr="00F83CAC">
        <w:t>and</w:t>
      </w:r>
      <w:r w:rsidRPr="00F83CAC">
        <w:t xml:space="preserve"> I know you’ll be there every step</w:t>
      </w:r>
    </w:p>
    <w:p w:rsidR="000654E5" w:rsidRPr="00F83CAC" w:rsidRDefault="000654E5" w:rsidP="00BC49E6">
      <w:pPr>
        <w:rPr>
          <w:b/>
        </w:rPr>
      </w:pPr>
      <w:r w:rsidRPr="00F83CAC">
        <w:t xml:space="preserve">          </w:t>
      </w:r>
      <w:r w:rsidRPr="00F83CAC">
        <w:rPr>
          <w:b/>
        </w:rPr>
        <w:t xml:space="preserve">Em   </w:t>
      </w:r>
      <w:r w:rsidR="00BC478D">
        <w:rPr>
          <w:b/>
        </w:rPr>
        <w:t xml:space="preserve">           </w:t>
      </w:r>
      <w:r w:rsidRPr="00F83CAC">
        <w:rPr>
          <w:b/>
        </w:rPr>
        <w:t xml:space="preserve">A  </w:t>
      </w:r>
      <w:r w:rsidR="00305E1D">
        <w:rPr>
          <w:b/>
        </w:rPr>
        <w:t xml:space="preserve">             D             </w:t>
      </w:r>
      <w:r w:rsidRPr="00F83CAC">
        <w:rPr>
          <w:b/>
        </w:rPr>
        <w:t xml:space="preserve"> G              </w:t>
      </w:r>
      <w:r w:rsidR="00BC478D">
        <w:rPr>
          <w:b/>
        </w:rPr>
        <w:t xml:space="preserve">Am7            </w:t>
      </w:r>
      <w:r w:rsidR="00EF700B">
        <w:rPr>
          <w:b/>
        </w:rPr>
        <w:t xml:space="preserve"> </w:t>
      </w:r>
      <w:proofErr w:type="gramStart"/>
      <w:r w:rsidRPr="00F83CAC">
        <w:rPr>
          <w:b/>
        </w:rPr>
        <w:t>Dsus  D</w:t>
      </w:r>
      <w:proofErr w:type="gramEnd"/>
    </w:p>
    <w:p w:rsidR="005F1408" w:rsidRDefault="000654E5" w:rsidP="00C6305A">
      <w:pPr>
        <w:rPr>
          <w:b/>
        </w:rPr>
      </w:pPr>
      <w:r w:rsidRPr="00F83CAC">
        <w:t>And though this world may want me to stray</w:t>
      </w:r>
      <w:r w:rsidR="00135E5E">
        <w:t xml:space="preserve"> </w:t>
      </w:r>
      <w:proofErr w:type="gramStart"/>
      <w:r w:rsidR="009439F3">
        <w:t>Y</w:t>
      </w:r>
      <w:r w:rsidR="00135E5E" w:rsidRPr="00F83CAC">
        <w:t>our</w:t>
      </w:r>
      <w:proofErr w:type="gramEnd"/>
      <w:r w:rsidR="00847879">
        <w:t xml:space="preserve"> w</w:t>
      </w:r>
      <w:r w:rsidRPr="00F83CAC">
        <w:t xml:space="preserve">ords I can’t forget </w:t>
      </w:r>
      <w:r w:rsidRPr="00F83CAC">
        <w:rPr>
          <w:b/>
        </w:rPr>
        <w:t xml:space="preserve"> </w:t>
      </w:r>
      <w:r w:rsidR="00830844">
        <w:rPr>
          <w:b/>
        </w:rPr>
        <w:t xml:space="preserve">  </w:t>
      </w:r>
    </w:p>
    <w:p w:rsidR="00830844" w:rsidRDefault="00830844" w:rsidP="00C6305A">
      <w:pPr>
        <w:rPr>
          <w:b/>
        </w:rPr>
      </w:pPr>
    </w:p>
    <w:p w:rsidR="00E0784A" w:rsidRDefault="00830844" w:rsidP="00C6305A">
      <w:pPr>
        <w:rPr>
          <w:b/>
        </w:rPr>
      </w:pPr>
      <w:r>
        <w:rPr>
          <w:b/>
        </w:rPr>
        <w:t>Chorus</w:t>
      </w:r>
    </w:p>
    <w:p w:rsidR="00E0784A" w:rsidRDefault="00E0784A" w:rsidP="00C6305A">
      <w:pPr>
        <w:rPr>
          <w:b/>
        </w:rPr>
      </w:pPr>
    </w:p>
    <w:p w:rsidR="00405DCB" w:rsidRPr="00F83CAC" w:rsidRDefault="00663A02" w:rsidP="00C6305A">
      <w:pPr>
        <w:rPr>
          <w:b/>
        </w:rPr>
      </w:pPr>
      <w:r>
        <w:rPr>
          <w:b/>
        </w:rPr>
        <w:t>Mod Chorus</w:t>
      </w:r>
    </w:p>
    <w:p w:rsidR="00E07066" w:rsidRDefault="00E07066" w:rsidP="00E07066">
      <w:pPr>
        <w:rPr>
          <w:b/>
        </w:rPr>
      </w:pPr>
      <w:r>
        <w:rPr>
          <w:b/>
        </w:rPr>
        <w:t xml:space="preserve">C/D         D             </w:t>
      </w:r>
      <w:r w:rsidR="00405DCB">
        <w:rPr>
          <w:b/>
        </w:rPr>
        <w:t xml:space="preserve"> </w:t>
      </w:r>
      <w:r w:rsidRPr="00F83CAC">
        <w:rPr>
          <w:b/>
        </w:rPr>
        <w:t xml:space="preserve">D/E   E      </w:t>
      </w:r>
    </w:p>
    <w:p w:rsidR="00E07066" w:rsidRPr="00F83CAC" w:rsidRDefault="00E07066" w:rsidP="00E07066">
      <w:pPr>
        <w:rPr>
          <w:b/>
        </w:rPr>
      </w:pPr>
      <w:r>
        <w:t xml:space="preserve">Simple Devoted and </w:t>
      </w:r>
      <w:r w:rsidRPr="00F83CAC">
        <w:t>True</w:t>
      </w:r>
      <w:r w:rsidRPr="00F83CAC">
        <w:rPr>
          <w:b/>
        </w:rPr>
        <w:t xml:space="preserve"> </w:t>
      </w:r>
      <w:r>
        <w:rPr>
          <w:b/>
        </w:rPr>
        <w:t xml:space="preserve">      </w:t>
      </w:r>
    </w:p>
    <w:p w:rsidR="00E07066" w:rsidRDefault="00E07066" w:rsidP="00FA6E0C">
      <w:pPr>
        <w:outlineLvl w:val="0"/>
      </w:pPr>
      <w:r>
        <w:rPr>
          <w:b/>
        </w:rPr>
        <w:t>A         A</w:t>
      </w:r>
      <w:r w:rsidRPr="00F83CAC">
        <w:rPr>
          <w:b/>
        </w:rPr>
        <w:t>/</w:t>
      </w:r>
      <w:r>
        <w:rPr>
          <w:b/>
        </w:rPr>
        <w:t>C</w:t>
      </w:r>
      <w:proofErr w:type="gramStart"/>
      <w:r>
        <w:rPr>
          <w:b/>
        </w:rPr>
        <w:t>#             D2</w:t>
      </w:r>
      <w:proofErr w:type="gramEnd"/>
      <w:r>
        <w:rPr>
          <w:b/>
        </w:rPr>
        <w:t xml:space="preserve">             Esus         E</w:t>
      </w:r>
    </w:p>
    <w:p w:rsidR="00E07066" w:rsidRPr="00F83CAC" w:rsidRDefault="00E07066" w:rsidP="00E07066">
      <w:r w:rsidRPr="00F83CAC">
        <w:t>Simple Devoted and True is the way I’ve got to</w:t>
      </w:r>
      <w:r>
        <w:t xml:space="preserve"> </w:t>
      </w:r>
    </w:p>
    <w:p w:rsidR="00E07066" w:rsidRPr="00F83CAC" w:rsidRDefault="00E07066" w:rsidP="00FA6E0C">
      <w:pPr>
        <w:outlineLvl w:val="0"/>
        <w:rPr>
          <w:b/>
        </w:rPr>
      </w:pPr>
      <w:r>
        <w:rPr>
          <w:b/>
        </w:rPr>
        <w:t>A                A/C</w:t>
      </w:r>
      <w:proofErr w:type="gramStart"/>
      <w:r>
        <w:rPr>
          <w:b/>
        </w:rPr>
        <w:t>#           D2</w:t>
      </w:r>
      <w:proofErr w:type="gramEnd"/>
      <w:r>
        <w:rPr>
          <w:b/>
        </w:rPr>
        <w:t xml:space="preserve">            Esus       E</w:t>
      </w:r>
    </w:p>
    <w:p w:rsidR="00E07066" w:rsidRDefault="00E07066" w:rsidP="00E07066">
      <w:r w:rsidRPr="00F83CAC">
        <w:t xml:space="preserve">Live all my life just for you every day and night </w:t>
      </w:r>
    </w:p>
    <w:p w:rsidR="00E07066" w:rsidRPr="00A37019" w:rsidRDefault="00E07066" w:rsidP="00FA6E0C">
      <w:pPr>
        <w:outlineLvl w:val="0"/>
      </w:pPr>
      <w:r>
        <w:rPr>
          <w:b/>
        </w:rPr>
        <w:t>C#</w:t>
      </w:r>
      <w:proofErr w:type="gramStart"/>
      <w:r w:rsidRPr="00F83CAC">
        <w:rPr>
          <w:b/>
        </w:rPr>
        <w:t xml:space="preserve">sus  </w:t>
      </w:r>
      <w:r>
        <w:rPr>
          <w:b/>
        </w:rPr>
        <w:t>C</w:t>
      </w:r>
      <w:proofErr w:type="gramEnd"/>
      <w:r>
        <w:rPr>
          <w:b/>
        </w:rPr>
        <w:t>#  F#</w:t>
      </w:r>
      <w:r w:rsidRPr="00F83CAC">
        <w:rPr>
          <w:b/>
        </w:rPr>
        <w:t xml:space="preserve">m   </w:t>
      </w:r>
      <w:r>
        <w:rPr>
          <w:b/>
        </w:rPr>
        <w:t>B</w:t>
      </w:r>
      <w:r w:rsidRPr="00F83CAC">
        <w:rPr>
          <w:b/>
        </w:rPr>
        <w:t xml:space="preserve">sus </w:t>
      </w:r>
      <w:r>
        <w:rPr>
          <w:b/>
        </w:rPr>
        <w:t>B</w:t>
      </w:r>
      <w:r w:rsidRPr="00F83CAC">
        <w:rPr>
          <w:b/>
        </w:rPr>
        <w:t xml:space="preserve">    </w:t>
      </w:r>
      <w:r>
        <w:rPr>
          <w:b/>
        </w:rPr>
        <w:t>Bm9</w:t>
      </w:r>
      <w:r w:rsidRPr="00F83CAC">
        <w:rPr>
          <w:b/>
        </w:rPr>
        <w:t xml:space="preserve"> </w:t>
      </w:r>
      <w:r>
        <w:rPr>
          <w:b/>
        </w:rPr>
        <w:t xml:space="preserve">         </w:t>
      </w:r>
      <w:r w:rsidRPr="00F83CAC">
        <w:rPr>
          <w:b/>
        </w:rPr>
        <w:t xml:space="preserve">   </w:t>
      </w:r>
    </w:p>
    <w:p w:rsidR="00FF7DD1" w:rsidRDefault="00405DCB" w:rsidP="00AF68E2">
      <w:r>
        <w:t>Lord I pray I stay following you</w:t>
      </w:r>
      <w:r w:rsidR="00830844">
        <w:t xml:space="preserve">      </w:t>
      </w:r>
      <w:r w:rsidR="00830844" w:rsidRPr="00830844">
        <w:rPr>
          <w:b/>
        </w:rPr>
        <w:t>(to Ending)</w:t>
      </w:r>
    </w:p>
    <w:p w:rsidR="00FE1716" w:rsidRDefault="00FE1716" w:rsidP="00EF700B">
      <w:pPr>
        <w:rPr>
          <w:b/>
        </w:rPr>
      </w:pPr>
    </w:p>
    <w:p w:rsidR="00BA737F" w:rsidRPr="00860B69" w:rsidRDefault="00BA737F" w:rsidP="00FE1716">
      <w:pPr>
        <w:outlineLvl w:val="0"/>
        <w:rPr>
          <w:sz w:val="22"/>
        </w:rPr>
      </w:pPr>
      <w:r w:rsidRPr="00860B69">
        <w:rPr>
          <w:sz w:val="22"/>
        </w:rPr>
        <w:t>CCLI # 6636511</w:t>
      </w:r>
    </w:p>
    <w:p w:rsidR="00C946DC" w:rsidRPr="00305E1D" w:rsidRDefault="00C946DC" w:rsidP="00C946DC">
      <w:pPr>
        <w:outlineLvl w:val="0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SIMPLE DEVOTED AND TRUE</w:t>
      </w:r>
      <w:r w:rsidR="00FC3D8E">
        <w:rPr>
          <w:rFonts w:ascii="Century Gothic" w:hAnsi="Century Gothic"/>
          <w:b/>
          <w:sz w:val="44"/>
          <w:szCs w:val="44"/>
        </w:rPr>
        <w:t xml:space="preserve"> (2 of 2)</w:t>
      </w:r>
    </w:p>
    <w:p w:rsidR="00C946DC" w:rsidRDefault="00C946DC" w:rsidP="00C946DC">
      <w:pPr>
        <w:outlineLvl w:val="0"/>
        <w:rPr>
          <w:b/>
        </w:rPr>
      </w:pPr>
      <w:r w:rsidRPr="00305E1D">
        <w:rPr>
          <w:rFonts w:ascii="Century Gothic" w:hAnsi="Century Gothic"/>
          <w:sz w:val="22"/>
          <w:szCs w:val="44"/>
        </w:rPr>
        <w:t>Michele Wagner</w:t>
      </w:r>
      <w:r>
        <w:rPr>
          <w:rFonts w:ascii="Century Gothic" w:hAnsi="Century Gothic"/>
          <w:sz w:val="22"/>
          <w:szCs w:val="44"/>
        </w:rPr>
        <w:t xml:space="preserve">                                                                                                 </w:t>
      </w:r>
    </w:p>
    <w:p w:rsidR="00C946DC" w:rsidRDefault="00C946DC" w:rsidP="00FE1716">
      <w:pPr>
        <w:outlineLvl w:val="0"/>
        <w:rPr>
          <w:b/>
        </w:rPr>
      </w:pPr>
    </w:p>
    <w:p w:rsidR="00C946DC" w:rsidRDefault="00C946DC" w:rsidP="00FE1716">
      <w:pPr>
        <w:outlineLvl w:val="0"/>
        <w:rPr>
          <w:b/>
        </w:rPr>
      </w:pPr>
    </w:p>
    <w:p w:rsidR="00FE1716" w:rsidRPr="00BA737F" w:rsidRDefault="00200A79" w:rsidP="00FE1716">
      <w:pPr>
        <w:outlineLvl w:val="0"/>
        <w:rPr>
          <w:b/>
          <w:sz w:val="22"/>
        </w:rPr>
      </w:pPr>
      <w:r>
        <w:rPr>
          <w:b/>
        </w:rPr>
        <w:t>Chorus/</w:t>
      </w:r>
      <w:r w:rsidR="00830844">
        <w:rPr>
          <w:b/>
        </w:rPr>
        <w:t>Ending</w:t>
      </w:r>
    </w:p>
    <w:p w:rsidR="00FE1716" w:rsidRDefault="00FE1716" w:rsidP="00FE1716">
      <w:pPr>
        <w:outlineLvl w:val="0"/>
        <w:rPr>
          <w:b/>
          <w:color w:val="0000FF"/>
          <w:sz w:val="22"/>
        </w:rPr>
      </w:pPr>
    </w:p>
    <w:p w:rsidR="00210B74" w:rsidRPr="00FE1716" w:rsidRDefault="00210B74" w:rsidP="00FE1716">
      <w:pPr>
        <w:outlineLvl w:val="0"/>
        <w:rPr>
          <w:b/>
          <w:color w:val="0000FF"/>
          <w:sz w:val="22"/>
        </w:rPr>
      </w:pPr>
      <w:r>
        <w:rPr>
          <w:b/>
        </w:rPr>
        <w:t xml:space="preserve">D/E        E                 A     A/C#      </w:t>
      </w:r>
      <w:r w:rsidRPr="00F83CAC">
        <w:rPr>
          <w:b/>
        </w:rPr>
        <w:t xml:space="preserve">   </w:t>
      </w:r>
      <w:r w:rsidR="00BC478D">
        <w:rPr>
          <w:b/>
        </w:rPr>
        <w:t xml:space="preserve">    </w:t>
      </w:r>
      <w:r>
        <w:rPr>
          <w:b/>
        </w:rPr>
        <w:t xml:space="preserve">   </w:t>
      </w:r>
    </w:p>
    <w:p w:rsidR="00210B74" w:rsidRDefault="00210B74" w:rsidP="00FA6E0C">
      <w:pPr>
        <w:outlineLvl w:val="0"/>
        <w:rPr>
          <w:b/>
        </w:rPr>
      </w:pPr>
      <w:r w:rsidRPr="00F83CAC">
        <w:t>Simple Devoted and True</w:t>
      </w:r>
      <w:r>
        <w:t xml:space="preserve"> that’s the way  </w:t>
      </w:r>
    </w:p>
    <w:p w:rsidR="00BC478D" w:rsidRPr="00F83CAC" w:rsidRDefault="00C821CB" w:rsidP="00BC478D">
      <w:pPr>
        <w:rPr>
          <w:b/>
        </w:rPr>
      </w:pPr>
      <w:r>
        <w:rPr>
          <w:b/>
        </w:rPr>
        <w:t xml:space="preserve">D           E                 </w:t>
      </w:r>
      <w:r w:rsidR="00EE59AE">
        <w:rPr>
          <w:b/>
        </w:rPr>
        <w:t xml:space="preserve">A      A/C#        </w:t>
      </w:r>
      <w:r w:rsidR="00EE59AE" w:rsidRPr="00F83CAC">
        <w:rPr>
          <w:b/>
        </w:rPr>
        <w:t xml:space="preserve">   </w:t>
      </w:r>
      <w:r w:rsidR="00D362B0">
        <w:rPr>
          <w:b/>
        </w:rPr>
        <w:t xml:space="preserve">    </w:t>
      </w:r>
      <w:r w:rsidR="00BC478D" w:rsidRPr="00F83CAC">
        <w:rPr>
          <w:b/>
        </w:rPr>
        <w:t xml:space="preserve">   </w:t>
      </w:r>
    </w:p>
    <w:p w:rsidR="00210B74" w:rsidRDefault="00BC478D" w:rsidP="00FA6E0C">
      <w:pPr>
        <w:outlineLvl w:val="0"/>
      </w:pPr>
      <w:r w:rsidRPr="00F83CAC">
        <w:t xml:space="preserve">Simple Devoted and </w:t>
      </w:r>
      <w:r w:rsidR="00F73777" w:rsidRPr="00F83CAC">
        <w:t>True</w:t>
      </w:r>
      <w:r w:rsidR="00CB4896">
        <w:t xml:space="preserve"> h</w:t>
      </w:r>
      <w:r w:rsidR="00F73777">
        <w:t>elp</w:t>
      </w:r>
      <w:r w:rsidR="006546AD">
        <w:t xml:space="preserve"> me </w:t>
      </w:r>
      <w:r w:rsidR="00F73777">
        <w:t xml:space="preserve">stay </w:t>
      </w:r>
    </w:p>
    <w:p w:rsidR="00210B74" w:rsidRPr="00405DCB" w:rsidRDefault="00C821CB" w:rsidP="00EE59AE">
      <w:pPr>
        <w:rPr>
          <w:b/>
        </w:rPr>
      </w:pPr>
      <w:r w:rsidRPr="00405DCB">
        <w:rPr>
          <w:b/>
        </w:rPr>
        <w:t>D           E                  A   A/C#</w:t>
      </w:r>
    </w:p>
    <w:p w:rsidR="00EE59AE" w:rsidRPr="003A33FB" w:rsidRDefault="00F73777" w:rsidP="00FA6E0C">
      <w:pPr>
        <w:outlineLvl w:val="0"/>
        <w:rPr>
          <w:b/>
        </w:rPr>
      </w:pPr>
      <w:r>
        <w:t>Simple</w:t>
      </w:r>
      <w:r w:rsidR="00EE59AE" w:rsidRPr="00F83CAC">
        <w:t xml:space="preserve"> Devoted and </w:t>
      </w:r>
      <w:r>
        <w:t>t</w:t>
      </w:r>
      <w:r w:rsidRPr="00F83CAC">
        <w:t>rue</w:t>
      </w:r>
      <w:r>
        <w:t xml:space="preserve"> Lord I pray</w:t>
      </w:r>
      <w:r w:rsidR="00EE59AE">
        <w:t xml:space="preserve">   </w:t>
      </w:r>
    </w:p>
    <w:p w:rsidR="00EE59AE" w:rsidRPr="00BD7B98" w:rsidRDefault="00D362B0" w:rsidP="00EE59AE">
      <w:pPr>
        <w:rPr>
          <w:b/>
        </w:rPr>
      </w:pPr>
      <w:proofErr w:type="gramStart"/>
      <w:r w:rsidRPr="00D362B0">
        <w:rPr>
          <w:b/>
        </w:rPr>
        <w:t>D</w:t>
      </w:r>
      <w:r w:rsidR="009A255C">
        <w:rPr>
          <w:b/>
        </w:rPr>
        <w:t xml:space="preserve"> </w:t>
      </w:r>
      <w:r w:rsidR="00847879">
        <w:rPr>
          <w:b/>
        </w:rPr>
        <w:t xml:space="preserve">   </w:t>
      </w:r>
      <w:r w:rsidR="00C821CB">
        <w:rPr>
          <w:b/>
        </w:rPr>
        <w:t xml:space="preserve">    </w:t>
      </w:r>
      <w:r w:rsidR="00CB4896">
        <w:rPr>
          <w:b/>
        </w:rPr>
        <w:t xml:space="preserve">   </w:t>
      </w:r>
      <w:r w:rsidR="00C821CB">
        <w:rPr>
          <w:b/>
        </w:rPr>
        <w:t xml:space="preserve">    </w:t>
      </w:r>
      <w:r w:rsidR="00D43CC3">
        <w:rPr>
          <w:b/>
        </w:rPr>
        <w:t>D/</w:t>
      </w:r>
      <w:r w:rsidR="00BB07AC">
        <w:rPr>
          <w:b/>
        </w:rPr>
        <w:t xml:space="preserve">E  </w:t>
      </w:r>
      <w:r w:rsidR="00BB07AC" w:rsidRPr="00BB07AC">
        <w:t xml:space="preserve"> </w:t>
      </w:r>
      <w:r w:rsidR="00BB07AC">
        <w:t xml:space="preserve"> </w:t>
      </w:r>
      <w:r w:rsidR="00BB07AC" w:rsidRPr="00BB07AC">
        <w:t>rit</w:t>
      </w:r>
      <w:r w:rsidR="00BB07AC">
        <w:t>.</w:t>
      </w:r>
      <w:proofErr w:type="gramEnd"/>
      <w:r w:rsidR="00847879">
        <w:rPr>
          <w:b/>
        </w:rPr>
        <w:t xml:space="preserve">  </w:t>
      </w:r>
      <w:r w:rsidR="00551CE5">
        <w:rPr>
          <w:b/>
        </w:rPr>
        <w:t xml:space="preserve"> </w:t>
      </w:r>
      <w:r w:rsidR="006546AD">
        <w:rPr>
          <w:b/>
        </w:rPr>
        <w:t xml:space="preserve">A    </w:t>
      </w:r>
    </w:p>
    <w:p w:rsidR="00BD7B98" w:rsidRDefault="00D362B0" w:rsidP="00AA4500">
      <w:r w:rsidRPr="00D362B0">
        <w:t xml:space="preserve">Simple </w:t>
      </w:r>
      <w:r w:rsidR="00551CE5">
        <w:t xml:space="preserve">Devoted and   </w:t>
      </w:r>
      <w:r w:rsidR="00D43CC3">
        <w:t xml:space="preserve">True </w:t>
      </w:r>
      <w:r w:rsidR="00AA4500">
        <w:t xml:space="preserve"> </w:t>
      </w:r>
    </w:p>
    <w:p w:rsidR="00C74CBB" w:rsidRDefault="00C74CBB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210B74" w:rsidRDefault="00210B74" w:rsidP="00C74CBB">
      <w:pPr>
        <w:rPr>
          <w:sz w:val="22"/>
          <w:szCs w:val="22"/>
        </w:rPr>
      </w:pPr>
    </w:p>
    <w:p w:rsidR="00C74CBB" w:rsidRPr="00D362B0" w:rsidRDefault="00C74CBB" w:rsidP="00C74CBB"/>
    <w:p w:rsidR="00AF68E2" w:rsidRDefault="00AF68E2" w:rsidP="00696807">
      <w:pPr>
        <w:rPr>
          <w:b/>
          <w:sz w:val="22"/>
        </w:rPr>
      </w:pPr>
    </w:p>
    <w:p w:rsidR="00AF68E2" w:rsidRDefault="00AF68E2" w:rsidP="00696807">
      <w:pPr>
        <w:rPr>
          <w:b/>
          <w:sz w:val="22"/>
        </w:rPr>
      </w:pPr>
    </w:p>
    <w:p w:rsidR="00AF68E2" w:rsidRDefault="00AF68E2" w:rsidP="00696807">
      <w:pPr>
        <w:rPr>
          <w:b/>
          <w:sz w:val="22"/>
        </w:rPr>
      </w:pPr>
    </w:p>
    <w:p w:rsidR="00AF68E2" w:rsidRDefault="00AF68E2" w:rsidP="0069680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9E6BD5" w:rsidRDefault="009E6BD5" w:rsidP="00765DC7">
      <w:pPr>
        <w:rPr>
          <w:b/>
          <w:sz w:val="22"/>
        </w:rPr>
      </w:pPr>
    </w:p>
    <w:p w:rsidR="007966FC" w:rsidRDefault="007966FC" w:rsidP="00765DC7">
      <w:pPr>
        <w:rPr>
          <w:b/>
          <w:sz w:val="22"/>
        </w:rPr>
      </w:pPr>
    </w:p>
    <w:p w:rsidR="00765DC7" w:rsidRPr="00156813" w:rsidRDefault="00765DC7" w:rsidP="00765DC7">
      <w:pPr>
        <w:rPr>
          <w:b/>
          <w:sz w:val="22"/>
        </w:rPr>
      </w:pPr>
      <w:r>
        <w:rPr>
          <w:b/>
          <w:sz w:val="22"/>
        </w:rPr>
        <w:t>© 1989</w:t>
      </w:r>
      <w:r w:rsidRPr="00156813">
        <w:rPr>
          <w:b/>
          <w:sz w:val="22"/>
        </w:rPr>
        <w:t xml:space="preserve"> Meadowgreen Music Co.</w:t>
      </w:r>
      <w:r>
        <w:rPr>
          <w:b/>
          <w:sz w:val="22"/>
        </w:rPr>
        <w:t xml:space="preserve"> </w:t>
      </w:r>
      <w:r w:rsidRPr="00156813">
        <w:rPr>
          <w:b/>
          <w:sz w:val="22"/>
        </w:rPr>
        <w:t>/ASCAP</w:t>
      </w:r>
    </w:p>
    <w:p w:rsidR="00765DC7" w:rsidRPr="00F72E4F" w:rsidRDefault="00765DC7" w:rsidP="00FA6E0C">
      <w:pPr>
        <w:outlineLvl w:val="0"/>
        <w:rPr>
          <w:b/>
          <w:color w:val="0000FF"/>
          <w:sz w:val="22"/>
        </w:rPr>
      </w:pPr>
      <w:r>
        <w:rPr>
          <w:b/>
          <w:color w:val="0000FF"/>
          <w:sz w:val="22"/>
        </w:rPr>
        <w:t>CCLI # 6636511</w:t>
      </w:r>
    </w:p>
    <w:p w:rsidR="00765DC7" w:rsidRDefault="00765DC7" w:rsidP="00765DC7">
      <w:pPr>
        <w:rPr>
          <w:b/>
          <w:iCs/>
          <w:sz w:val="22"/>
        </w:rPr>
      </w:pPr>
    </w:p>
    <w:p w:rsidR="00765DC7" w:rsidRPr="00156813" w:rsidRDefault="00765DC7" w:rsidP="00765DC7">
      <w:pPr>
        <w:rPr>
          <w:b/>
          <w:sz w:val="22"/>
        </w:rPr>
      </w:pPr>
      <w:r w:rsidRPr="00156813">
        <w:rPr>
          <w:b/>
          <w:iCs/>
          <w:sz w:val="22"/>
        </w:rPr>
        <w:t xml:space="preserve">* Support the writers by reporting your use to CCLI.COM </w:t>
      </w:r>
    </w:p>
    <w:p w:rsidR="00765DC7" w:rsidRDefault="00765DC7" w:rsidP="00765DC7">
      <w:pPr>
        <w:spacing w:line="360" w:lineRule="auto"/>
        <w:rPr>
          <w:sz w:val="22"/>
        </w:rPr>
      </w:pPr>
    </w:p>
    <w:p w:rsidR="00765DC7" w:rsidRDefault="00765DC7" w:rsidP="00765DC7">
      <w:pPr>
        <w:spacing w:line="360" w:lineRule="auto"/>
        <w:rPr>
          <w:sz w:val="22"/>
        </w:rPr>
      </w:pPr>
    </w:p>
    <w:p w:rsidR="00765DC7" w:rsidRDefault="00765DC7" w:rsidP="00765DC7">
      <w:pPr>
        <w:rPr>
          <w:b/>
        </w:rPr>
      </w:pPr>
      <w:r>
        <w:rPr>
          <w:rFonts w:ascii="Calibri" w:hAnsi="Calibri" w:cs="Calibri"/>
          <w:sz w:val="30"/>
          <w:szCs w:val="30"/>
        </w:rPr>
        <w:t xml:space="preserve"> </w:t>
      </w:r>
    </w:p>
    <w:p w:rsidR="00AF68E2" w:rsidRDefault="00AF68E2" w:rsidP="00696807">
      <w:pPr>
        <w:rPr>
          <w:b/>
          <w:sz w:val="22"/>
        </w:rPr>
      </w:pPr>
    </w:p>
    <w:p w:rsidR="00AF68E2" w:rsidRDefault="00AF68E2" w:rsidP="00696807">
      <w:pPr>
        <w:rPr>
          <w:b/>
          <w:sz w:val="22"/>
        </w:rPr>
      </w:pPr>
    </w:p>
    <w:p w:rsidR="00AF68E2" w:rsidRDefault="00AF68E2" w:rsidP="00696807">
      <w:pPr>
        <w:rPr>
          <w:b/>
          <w:sz w:val="22"/>
        </w:rPr>
      </w:pPr>
    </w:p>
    <w:p w:rsidR="00AF68E2" w:rsidRDefault="00AF68E2" w:rsidP="00696807">
      <w:pPr>
        <w:rPr>
          <w:b/>
          <w:sz w:val="22"/>
        </w:rPr>
      </w:pPr>
    </w:p>
    <w:p w:rsidR="00AF68E2" w:rsidRDefault="00AF68E2" w:rsidP="00696807">
      <w:pPr>
        <w:rPr>
          <w:b/>
          <w:sz w:val="22"/>
        </w:rPr>
      </w:pPr>
    </w:p>
    <w:p w:rsidR="00AF68E2" w:rsidRDefault="00AF68E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A03862" w:rsidRDefault="00A03862" w:rsidP="00696807">
      <w:pPr>
        <w:rPr>
          <w:b/>
          <w:sz w:val="22"/>
        </w:rPr>
      </w:pPr>
    </w:p>
    <w:p w:rsidR="00696807" w:rsidRDefault="00696807" w:rsidP="00696807">
      <w:pPr>
        <w:spacing w:line="360" w:lineRule="auto"/>
        <w:rPr>
          <w:sz w:val="22"/>
        </w:rPr>
      </w:pPr>
    </w:p>
    <w:p w:rsidR="00696807" w:rsidRDefault="00696807" w:rsidP="00696807">
      <w:pPr>
        <w:spacing w:line="360" w:lineRule="auto"/>
        <w:rPr>
          <w:sz w:val="22"/>
        </w:rPr>
      </w:pPr>
    </w:p>
    <w:p w:rsidR="009439F3" w:rsidRDefault="00696807" w:rsidP="009439F3">
      <w:pPr>
        <w:rPr>
          <w:b/>
        </w:rPr>
      </w:pPr>
      <w:r>
        <w:rPr>
          <w:rFonts w:ascii="Calibri" w:hAnsi="Calibri" w:cs="Calibri"/>
          <w:sz w:val="30"/>
          <w:szCs w:val="30"/>
        </w:rPr>
        <w:t xml:space="preserve"> </w:t>
      </w: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BC478D" w:rsidRDefault="00BC478D" w:rsidP="00BC478D">
      <w:pPr>
        <w:rPr>
          <w:b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D362B0" w:rsidRDefault="00D362B0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F2691A" w:rsidRDefault="00F2691A" w:rsidP="00BC478D">
      <w:pPr>
        <w:rPr>
          <w:sz w:val="22"/>
          <w:szCs w:val="22"/>
        </w:rPr>
      </w:pPr>
    </w:p>
    <w:p w:rsidR="006E110F" w:rsidRPr="00F83CAC" w:rsidRDefault="006E110F" w:rsidP="006E110F"/>
    <w:p w:rsidR="006E110F" w:rsidRPr="00F83CAC" w:rsidRDefault="006E110F" w:rsidP="006E110F"/>
    <w:p w:rsidR="000654E5" w:rsidRPr="00F83CAC" w:rsidRDefault="000654E5" w:rsidP="000654E5"/>
    <w:p w:rsidR="000654E5" w:rsidRPr="00F83CAC" w:rsidRDefault="000654E5" w:rsidP="000654E5"/>
    <w:p w:rsidR="000654E5" w:rsidRPr="00F83CAC" w:rsidRDefault="000654E5" w:rsidP="00BC49E6"/>
    <w:p w:rsidR="000654E5" w:rsidRPr="00F83CAC" w:rsidRDefault="000654E5" w:rsidP="00BC49E6"/>
    <w:p w:rsidR="008452E0" w:rsidRPr="00F83CAC" w:rsidRDefault="008452E0" w:rsidP="008452E0">
      <w:pPr>
        <w:rPr>
          <w:szCs w:val="22"/>
        </w:rPr>
      </w:pPr>
    </w:p>
    <w:p w:rsidR="008452E0" w:rsidRPr="00F83CAC" w:rsidRDefault="008452E0" w:rsidP="008452E0"/>
    <w:p w:rsidR="008452E0" w:rsidRPr="00F83CAC" w:rsidRDefault="008452E0" w:rsidP="008452E0"/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726742" w:rsidRPr="00F83CAC" w:rsidRDefault="00726742" w:rsidP="00CE7485">
      <w:pPr>
        <w:rPr>
          <w:szCs w:val="22"/>
        </w:rPr>
      </w:pPr>
    </w:p>
    <w:p w:rsidR="00C312B3" w:rsidRPr="00F83CAC" w:rsidRDefault="00C312B3" w:rsidP="00CE7485">
      <w:pPr>
        <w:rPr>
          <w:szCs w:val="22"/>
        </w:rPr>
      </w:pPr>
    </w:p>
    <w:p w:rsidR="00C312B3" w:rsidRPr="00F83CAC" w:rsidRDefault="00C312B3" w:rsidP="00CE7485">
      <w:pPr>
        <w:rPr>
          <w:szCs w:val="22"/>
        </w:rPr>
      </w:pPr>
    </w:p>
    <w:p w:rsidR="00C312B3" w:rsidRPr="00F83CAC" w:rsidRDefault="00C312B3" w:rsidP="00CE7485">
      <w:pPr>
        <w:rPr>
          <w:szCs w:val="22"/>
        </w:rPr>
      </w:pPr>
    </w:p>
    <w:p w:rsidR="00C312B3" w:rsidRPr="00F83CAC" w:rsidRDefault="00C312B3" w:rsidP="00CE7485">
      <w:pPr>
        <w:rPr>
          <w:szCs w:val="22"/>
        </w:rPr>
      </w:pPr>
    </w:p>
    <w:p w:rsidR="00C312B3" w:rsidRPr="00F83CAC" w:rsidRDefault="00C312B3" w:rsidP="00CE7485">
      <w:pPr>
        <w:rPr>
          <w:szCs w:val="22"/>
        </w:rPr>
      </w:pPr>
    </w:p>
    <w:p w:rsidR="00C312B3" w:rsidRPr="00F83CAC" w:rsidRDefault="00C312B3" w:rsidP="00CE7485">
      <w:pPr>
        <w:rPr>
          <w:szCs w:val="22"/>
        </w:rPr>
      </w:pPr>
    </w:p>
    <w:p w:rsidR="00C312B3" w:rsidRPr="00F83CAC" w:rsidRDefault="00C312B3" w:rsidP="00CE7485">
      <w:pPr>
        <w:rPr>
          <w:szCs w:val="22"/>
        </w:rPr>
      </w:pPr>
    </w:p>
    <w:p w:rsidR="00C312B3" w:rsidRPr="00F83CAC" w:rsidRDefault="00C312B3" w:rsidP="00CE7485">
      <w:pPr>
        <w:rPr>
          <w:szCs w:val="22"/>
        </w:rPr>
      </w:pPr>
    </w:p>
    <w:p w:rsidR="008452E0" w:rsidRPr="00F83CAC" w:rsidRDefault="008452E0" w:rsidP="008452E0"/>
    <w:p w:rsidR="008452E0" w:rsidRPr="00F83CAC" w:rsidRDefault="008452E0" w:rsidP="008452E0">
      <w:pPr>
        <w:rPr>
          <w:szCs w:val="22"/>
        </w:rPr>
      </w:pPr>
    </w:p>
    <w:p w:rsidR="008452E0" w:rsidRPr="00F83CAC" w:rsidRDefault="008452E0" w:rsidP="008452E0"/>
    <w:p w:rsidR="00302774" w:rsidRPr="008452E0" w:rsidRDefault="008452E0" w:rsidP="008452E0">
      <w:pPr>
        <w:rPr>
          <w:b/>
          <w:bCs/>
          <w:i/>
          <w:iCs/>
        </w:rPr>
      </w:pPr>
      <w:r>
        <w:t xml:space="preserve">        </w:t>
      </w:r>
      <w:r w:rsidR="00AA348F">
        <w:t xml:space="preserve">            </w:t>
      </w:r>
      <w:r w:rsidR="009B0FB5">
        <w:t xml:space="preserve">    </w:t>
      </w:r>
      <w:r w:rsidR="00AA348F">
        <w:t xml:space="preserve">        </w:t>
      </w:r>
    </w:p>
    <w:sectPr w:rsidR="00302774" w:rsidRPr="008452E0" w:rsidSect="00215689">
      <w:footerReference w:type="default" r:id="rId7"/>
      <w:pgSz w:w="12240" w:h="15840"/>
      <w:pgMar w:top="1440" w:right="1800" w:bottom="1440" w:left="18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0844" w:rsidRDefault="00830844">
      <w:r>
        <w:separator/>
      </w:r>
    </w:p>
  </w:endnote>
  <w:endnote w:type="continuationSeparator" w:id="0">
    <w:p w:rsidR="00830844" w:rsidRDefault="008308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844" w:rsidRDefault="00830844" w:rsidP="006F6846">
    <w:pPr>
      <w:pStyle w:val="Footer"/>
      <w:jc w:val="cen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0844" w:rsidRDefault="00830844">
      <w:r>
        <w:separator/>
      </w:r>
    </w:p>
  </w:footnote>
  <w:footnote w:type="continuationSeparator" w:id="0">
    <w:p w:rsidR="00830844" w:rsidRDefault="008308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grammar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67DB"/>
    <w:rsid w:val="0000106B"/>
    <w:rsid w:val="000020F8"/>
    <w:rsid w:val="000170B4"/>
    <w:rsid w:val="000244CE"/>
    <w:rsid w:val="000258D7"/>
    <w:rsid w:val="00035858"/>
    <w:rsid w:val="00040F2B"/>
    <w:rsid w:val="000425EA"/>
    <w:rsid w:val="00047271"/>
    <w:rsid w:val="000579AD"/>
    <w:rsid w:val="000654E5"/>
    <w:rsid w:val="00067108"/>
    <w:rsid w:val="0008042F"/>
    <w:rsid w:val="000870A2"/>
    <w:rsid w:val="00096384"/>
    <w:rsid w:val="00096442"/>
    <w:rsid w:val="000B71D9"/>
    <w:rsid w:val="000E0A9C"/>
    <w:rsid w:val="000F5E41"/>
    <w:rsid w:val="000F637F"/>
    <w:rsid w:val="000F7F98"/>
    <w:rsid w:val="00101669"/>
    <w:rsid w:val="00103462"/>
    <w:rsid w:val="00104081"/>
    <w:rsid w:val="00105603"/>
    <w:rsid w:val="00115DEF"/>
    <w:rsid w:val="00123E90"/>
    <w:rsid w:val="00131865"/>
    <w:rsid w:val="00135E5E"/>
    <w:rsid w:val="00146252"/>
    <w:rsid w:val="00155466"/>
    <w:rsid w:val="00164753"/>
    <w:rsid w:val="001700E3"/>
    <w:rsid w:val="001709F4"/>
    <w:rsid w:val="00183CB4"/>
    <w:rsid w:val="001900A9"/>
    <w:rsid w:val="001A1C92"/>
    <w:rsid w:val="001B6312"/>
    <w:rsid w:val="001C2919"/>
    <w:rsid w:val="001C3A87"/>
    <w:rsid w:val="001E66C2"/>
    <w:rsid w:val="00200A79"/>
    <w:rsid w:val="00210B74"/>
    <w:rsid w:val="00210E44"/>
    <w:rsid w:val="00213905"/>
    <w:rsid w:val="00215689"/>
    <w:rsid w:val="00223DE1"/>
    <w:rsid w:val="0025127C"/>
    <w:rsid w:val="00252679"/>
    <w:rsid w:val="00271197"/>
    <w:rsid w:val="00271258"/>
    <w:rsid w:val="00280946"/>
    <w:rsid w:val="00282583"/>
    <w:rsid w:val="002A0875"/>
    <w:rsid w:val="002A4A4C"/>
    <w:rsid w:val="002A7BFB"/>
    <w:rsid w:val="002B011C"/>
    <w:rsid w:val="002B2D24"/>
    <w:rsid w:val="002C3336"/>
    <w:rsid w:val="002C507E"/>
    <w:rsid w:val="002E34C8"/>
    <w:rsid w:val="002E7E6E"/>
    <w:rsid w:val="002F69E0"/>
    <w:rsid w:val="002F7024"/>
    <w:rsid w:val="00302774"/>
    <w:rsid w:val="00305E1D"/>
    <w:rsid w:val="00307728"/>
    <w:rsid w:val="00310379"/>
    <w:rsid w:val="00316089"/>
    <w:rsid w:val="003210AE"/>
    <w:rsid w:val="00333E44"/>
    <w:rsid w:val="0033500F"/>
    <w:rsid w:val="00336AC7"/>
    <w:rsid w:val="00353845"/>
    <w:rsid w:val="003578F7"/>
    <w:rsid w:val="00357F5C"/>
    <w:rsid w:val="00366D5E"/>
    <w:rsid w:val="0037323C"/>
    <w:rsid w:val="003765B2"/>
    <w:rsid w:val="003864B7"/>
    <w:rsid w:val="00390C7A"/>
    <w:rsid w:val="003912CD"/>
    <w:rsid w:val="00391D23"/>
    <w:rsid w:val="00395296"/>
    <w:rsid w:val="003A25CB"/>
    <w:rsid w:val="003A33FB"/>
    <w:rsid w:val="003A35D7"/>
    <w:rsid w:val="003A5888"/>
    <w:rsid w:val="003B3088"/>
    <w:rsid w:val="003C0D10"/>
    <w:rsid w:val="003D1D53"/>
    <w:rsid w:val="003D71AF"/>
    <w:rsid w:val="003F1A4D"/>
    <w:rsid w:val="00405DCB"/>
    <w:rsid w:val="00405DE7"/>
    <w:rsid w:val="00417217"/>
    <w:rsid w:val="00435CA1"/>
    <w:rsid w:val="0043722B"/>
    <w:rsid w:val="0043771F"/>
    <w:rsid w:val="0044075F"/>
    <w:rsid w:val="0045504C"/>
    <w:rsid w:val="00461A56"/>
    <w:rsid w:val="0048741C"/>
    <w:rsid w:val="00495144"/>
    <w:rsid w:val="004A650C"/>
    <w:rsid w:val="004A66EB"/>
    <w:rsid w:val="004B448C"/>
    <w:rsid w:val="004B4D49"/>
    <w:rsid w:val="004B71B7"/>
    <w:rsid w:val="004C0C94"/>
    <w:rsid w:val="004C51DD"/>
    <w:rsid w:val="004E3D2C"/>
    <w:rsid w:val="004E4FDA"/>
    <w:rsid w:val="005001FB"/>
    <w:rsid w:val="005026F8"/>
    <w:rsid w:val="00502C1E"/>
    <w:rsid w:val="00515A67"/>
    <w:rsid w:val="005325E7"/>
    <w:rsid w:val="00532EC7"/>
    <w:rsid w:val="00542CE0"/>
    <w:rsid w:val="0054397E"/>
    <w:rsid w:val="005460AC"/>
    <w:rsid w:val="00551CE5"/>
    <w:rsid w:val="005708B4"/>
    <w:rsid w:val="00570B36"/>
    <w:rsid w:val="005748B1"/>
    <w:rsid w:val="005B111B"/>
    <w:rsid w:val="005B21A1"/>
    <w:rsid w:val="005F1408"/>
    <w:rsid w:val="005F57A1"/>
    <w:rsid w:val="005F5E5B"/>
    <w:rsid w:val="00600C02"/>
    <w:rsid w:val="00605D31"/>
    <w:rsid w:val="00617A90"/>
    <w:rsid w:val="00622385"/>
    <w:rsid w:val="006274E6"/>
    <w:rsid w:val="006546AD"/>
    <w:rsid w:val="00660D1F"/>
    <w:rsid w:val="00663A02"/>
    <w:rsid w:val="006774C6"/>
    <w:rsid w:val="0069272A"/>
    <w:rsid w:val="00696807"/>
    <w:rsid w:val="006A0237"/>
    <w:rsid w:val="006A7449"/>
    <w:rsid w:val="006B6B3A"/>
    <w:rsid w:val="006B7DA5"/>
    <w:rsid w:val="006C2C46"/>
    <w:rsid w:val="006D20AA"/>
    <w:rsid w:val="006E110F"/>
    <w:rsid w:val="006F099C"/>
    <w:rsid w:val="006F5538"/>
    <w:rsid w:val="006F6846"/>
    <w:rsid w:val="006F6A58"/>
    <w:rsid w:val="00700440"/>
    <w:rsid w:val="00702652"/>
    <w:rsid w:val="00710207"/>
    <w:rsid w:val="007131EB"/>
    <w:rsid w:val="00726601"/>
    <w:rsid w:val="00726742"/>
    <w:rsid w:val="007305C5"/>
    <w:rsid w:val="007413FD"/>
    <w:rsid w:val="00762CCB"/>
    <w:rsid w:val="00765DC7"/>
    <w:rsid w:val="00770429"/>
    <w:rsid w:val="007718BB"/>
    <w:rsid w:val="00794C0E"/>
    <w:rsid w:val="007966FC"/>
    <w:rsid w:val="007A4D91"/>
    <w:rsid w:val="007D32EF"/>
    <w:rsid w:val="007E2CC3"/>
    <w:rsid w:val="007F2150"/>
    <w:rsid w:val="00806638"/>
    <w:rsid w:val="008154CA"/>
    <w:rsid w:val="00820959"/>
    <w:rsid w:val="008243D2"/>
    <w:rsid w:val="00830844"/>
    <w:rsid w:val="0084126F"/>
    <w:rsid w:val="008452E0"/>
    <w:rsid w:val="00847879"/>
    <w:rsid w:val="00855E4A"/>
    <w:rsid w:val="00860B69"/>
    <w:rsid w:val="00861D30"/>
    <w:rsid w:val="0086763E"/>
    <w:rsid w:val="0087402D"/>
    <w:rsid w:val="00874E8B"/>
    <w:rsid w:val="00880BC2"/>
    <w:rsid w:val="0089659E"/>
    <w:rsid w:val="008B0FD7"/>
    <w:rsid w:val="008B5175"/>
    <w:rsid w:val="008B63B7"/>
    <w:rsid w:val="008B759E"/>
    <w:rsid w:val="008C4715"/>
    <w:rsid w:val="008C5305"/>
    <w:rsid w:val="008D0FE6"/>
    <w:rsid w:val="008E4FC2"/>
    <w:rsid w:val="008F0AB2"/>
    <w:rsid w:val="0091335E"/>
    <w:rsid w:val="00923035"/>
    <w:rsid w:val="00927531"/>
    <w:rsid w:val="009342A7"/>
    <w:rsid w:val="009378BC"/>
    <w:rsid w:val="0094152A"/>
    <w:rsid w:val="0094354B"/>
    <w:rsid w:val="009439F3"/>
    <w:rsid w:val="0095227B"/>
    <w:rsid w:val="00954024"/>
    <w:rsid w:val="0095460D"/>
    <w:rsid w:val="009551D5"/>
    <w:rsid w:val="009777AA"/>
    <w:rsid w:val="00985300"/>
    <w:rsid w:val="00996E6E"/>
    <w:rsid w:val="009A255C"/>
    <w:rsid w:val="009B0FB5"/>
    <w:rsid w:val="009C16C1"/>
    <w:rsid w:val="009D66E0"/>
    <w:rsid w:val="009E2B48"/>
    <w:rsid w:val="009E6BD5"/>
    <w:rsid w:val="009F1E3B"/>
    <w:rsid w:val="009F5D5D"/>
    <w:rsid w:val="009F5F4E"/>
    <w:rsid w:val="00A03862"/>
    <w:rsid w:val="00A06B68"/>
    <w:rsid w:val="00A07F5B"/>
    <w:rsid w:val="00A232D3"/>
    <w:rsid w:val="00A34A8D"/>
    <w:rsid w:val="00A37019"/>
    <w:rsid w:val="00A438BC"/>
    <w:rsid w:val="00A62E3F"/>
    <w:rsid w:val="00A63DAA"/>
    <w:rsid w:val="00A7162F"/>
    <w:rsid w:val="00A75524"/>
    <w:rsid w:val="00A759CE"/>
    <w:rsid w:val="00A867DB"/>
    <w:rsid w:val="00A96516"/>
    <w:rsid w:val="00AA348F"/>
    <w:rsid w:val="00AA4500"/>
    <w:rsid w:val="00AB54AD"/>
    <w:rsid w:val="00AC064C"/>
    <w:rsid w:val="00AC147F"/>
    <w:rsid w:val="00AC2CA8"/>
    <w:rsid w:val="00AD5724"/>
    <w:rsid w:val="00AE4B97"/>
    <w:rsid w:val="00AF0851"/>
    <w:rsid w:val="00AF26FA"/>
    <w:rsid w:val="00AF68E2"/>
    <w:rsid w:val="00B05927"/>
    <w:rsid w:val="00B23B19"/>
    <w:rsid w:val="00B26268"/>
    <w:rsid w:val="00B306EC"/>
    <w:rsid w:val="00B40B89"/>
    <w:rsid w:val="00B43FA9"/>
    <w:rsid w:val="00B53CF5"/>
    <w:rsid w:val="00B64861"/>
    <w:rsid w:val="00B806D4"/>
    <w:rsid w:val="00B807E3"/>
    <w:rsid w:val="00B841E7"/>
    <w:rsid w:val="00B958B9"/>
    <w:rsid w:val="00B96F56"/>
    <w:rsid w:val="00BA737F"/>
    <w:rsid w:val="00BB07AC"/>
    <w:rsid w:val="00BC478D"/>
    <w:rsid w:val="00BC49E6"/>
    <w:rsid w:val="00BC7C9E"/>
    <w:rsid w:val="00BD7B98"/>
    <w:rsid w:val="00BE04D8"/>
    <w:rsid w:val="00BE1C11"/>
    <w:rsid w:val="00BE1DCE"/>
    <w:rsid w:val="00BF01F0"/>
    <w:rsid w:val="00BF3286"/>
    <w:rsid w:val="00BF43FA"/>
    <w:rsid w:val="00C131B5"/>
    <w:rsid w:val="00C1585F"/>
    <w:rsid w:val="00C17458"/>
    <w:rsid w:val="00C312B3"/>
    <w:rsid w:val="00C535A9"/>
    <w:rsid w:val="00C5595B"/>
    <w:rsid w:val="00C55F5A"/>
    <w:rsid w:val="00C60035"/>
    <w:rsid w:val="00C60718"/>
    <w:rsid w:val="00C61A90"/>
    <w:rsid w:val="00C6305A"/>
    <w:rsid w:val="00C71753"/>
    <w:rsid w:val="00C73E39"/>
    <w:rsid w:val="00C74CBB"/>
    <w:rsid w:val="00C74FD0"/>
    <w:rsid w:val="00C75560"/>
    <w:rsid w:val="00C75798"/>
    <w:rsid w:val="00C821CB"/>
    <w:rsid w:val="00C946DC"/>
    <w:rsid w:val="00CB0A8A"/>
    <w:rsid w:val="00CB4896"/>
    <w:rsid w:val="00CD003C"/>
    <w:rsid w:val="00CE2E6C"/>
    <w:rsid w:val="00CE734B"/>
    <w:rsid w:val="00CE7485"/>
    <w:rsid w:val="00CF4E6E"/>
    <w:rsid w:val="00CF60C1"/>
    <w:rsid w:val="00D07010"/>
    <w:rsid w:val="00D0724C"/>
    <w:rsid w:val="00D101B9"/>
    <w:rsid w:val="00D21AA6"/>
    <w:rsid w:val="00D2357F"/>
    <w:rsid w:val="00D362B0"/>
    <w:rsid w:val="00D36554"/>
    <w:rsid w:val="00D43CC3"/>
    <w:rsid w:val="00D57A14"/>
    <w:rsid w:val="00D605E5"/>
    <w:rsid w:val="00D6153D"/>
    <w:rsid w:val="00D64CDE"/>
    <w:rsid w:val="00D763E4"/>
    <w:rsid w:val="00D97627"/>
    <w:rsid w:val="00DB06E5"/>
    <w:rsid w:val="00DC43F8"/>
    <w:rsid w:val="00DE2603"/>
    <w:rsid w:val="00DE63D9"/>
    <w:rsid w:val="00E07066"/>
    <w:rsid w:val="00E0784A"/>
    <w:rsid w:val="00E12166"/>
    <w:rsid w:val="00E173C7"/>
    <w:rsid w:val="00E22D61"/>
    <w:rsid w:val="00E426C2"/>
    <w:rsid w:val="00E567CE"/>
    <w:rsid w:val="00E653AB"/>
    <w:rsid w:val="00E70426"/>
    <w:rsid w:val="00E774C7"/>
    <w:rsid w:val="00E951EF"/>
    <w:rsid w:val="00EB6C28"/>
    <w:rsid w:val="00EC61CB"/>
    <w:rsid w:val="00ED6EEB"/>
    <w:rsid w:val="00EE59AE"/>
    <w:rsid w:val="00EF00B7"/>
    <w:rsid w:val="00EF073D"/>
    <w:rsid w:val="00EF0CA5"/>
    <w:rsid w:val="00EF556A"/>
    <w:rsid w:val="00EF700B"/>
    <w:rsid w:val="00F012B8"/>
    <w:rsid w:val="00F06475"/>
    <w:rsid w:val="00F11392"/>
    <w:rsid w:val="00F14250"/>
    <w:rsid w:val="00F22611"/>
    <w:rsid w:val="00F245BB"/>
    <w:rsid w:val="00F2556C"/>
    <w:rsid w:val="00F2691A"/>
    <w:rsid w:val="00F270B0"/>
    <w:rsid w:val="00F27F45"/>
    <w:rsid w:val="00F31C46"/>
    <w:rsid w:val="00F43F5F"/>
    <w:rsid w:val="00F44266"/>
    <w:rsid w:val="00F45804"/>
    <w:rsid w:val="00F46EDC"/>
    <w:rsid w:val="00F627F7"/>
    <w:rsid w:val="00F66231"/>
    <w:rsid w:val="00F72E4F"/>
    <w:rsid w:val="00F73777"/>
    <w:rsid w:val="00F73D4F"/>
    <w:rsid w:val="00F76325"/>
    <w:rsid w:val="00F807EB"/>
    <w:rsid w:val="00F81E2B"/>
    <w:rsid w:val="00F83CAC"/>
    <w:rsid w:val="00FA6E0C"/>
    <w:rsid w:val="00FA7AFD"/>
    <w:rsid w:val="00FB2E15"/>
    <w:rsid w:val="00FB657D"/>
    <w:rsid w:val="00FC3D8E"/>
    <w:rsid w:val="00FC427B"/>
    <w:rsid w:val="00FC5277"/>
    <w:rsid w:val="00FD155E"/>
    <w:rsid w:val="00FE1716"/>
    <w:rsid w:val="00FE5AE0"/>
    <w:rsid w:val="00FF09B4"/>
    <w:rsid w:val="00FF7DD1"/>
  </w:rsids>
  <m:mathPr>
    <m:mathFont m:val="ヒラギノ角ゴ Pro W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568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6F684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F6846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F113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ele\AppData\Local\Microsoft\Windows\Temporary%20Internet%20Files\Content.IE5\SW8RIB9P\Chart%2520Template[1]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D8871-868F-2F4A-993F-AC7843EF0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\Users\Michele\AppData\Local\Microsoft\Windows\Temporary Internet Files\Content.IE5\SW8RIB9P\Chart%20Template[1].dot</Template>
  <TotalTime>2</TotalTime>
  <Pages>5</Pages>
  <Words>390</Words>
  <Characters>2227</Characters>
  <Application>Microsoft Macintosh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Hungry</vt:lpstr>
    </vt:vector>
  </TitlesOfParts>
  <Company>CVCC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Hungry</dc:title>
  <dc:creator>Michele</dc:creator>
  <cp:lastModifiedBy>Michele Jacobsen</cp:lastModifiedBy>
  <cp:revision>5</cp:revision>
  <cp:lastPrinted>2009-08-08T13:16:00Z</cp:lastPrinted>
  <dcterms:created xsi:type="dcterms:W3CDTF">2013-09-10T06:06:00Z</dcterms:created>
  <dcterms:modified xsi:type="dcterms:W3CDTF">2013-09-10T19:07:00Z</dcterms:modified>
</cp:coreProperties>
</file>